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食品学院社区党员之星申报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表</w:t>
      </w:r>
    </w:p>
    <w:p>
      <w:pPr>
        <w:ind w:right="360"/>
        <w:jc w:val="left"/>
        <w:rPr>
          <w:rFonts w:hint="eastAsia" w:eastAsia="宋体"/>
          <w:u w:val="single"/>
          <w:lang w:val="en-US" w:eastAsia="zh-CN"/>
        </w:rPr>
      </w:pPr>
      <w:r>
        <w:rPr>
          <w:rFonts w:hint="eastAsia" w:ascii="华文中宋" w:hAnsi="华文中宋" w:eastAsia="华文中宋"/>
          <w:b w:val="0"/>
          <w:bCs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b w:val="0"/>
          <w:bCs/>
          <w:lang w:eastAsia="zh-CN"/>
        </w:rPr>
        <w:t>申</w:t>
      </w:r>
      <w:r>
        <w:rPr>
          <w:rFonts w:hint="eastAsia" w:ascii="华文中宋" w:hAnsi="华文中宋" w:eastAsia="华文中宋"/>
          <w:b w:val="0"/>
          <w:bCs/>
          <w:lang w:val="en-US" w:eastAsia="zh-CN"/>
        </w:rPr>
        <w:t>报月份：</w:t>
      </w:r>
      <w:r>
        <w:rPr>
          <w:rFonts w:hint="eastAsia" w:ascii="华文中宋" w:hAnsi="华文中宋" w:eastAsia="华文中宋"/>
          <w:b w:val="0"/>
          <w:bCs/>
          <w:u w:val="single"/>
          <w:lang w:val="en-US" w:eastAsia="zh-CN"/>
        </w:rPr>
        <w:t xml:space="preserve">  4月 </w:t>
      </w:r>
      <w:r>
        <w:rPr>
          <w:rFonts w:hint="eastAsia" w:ascii="华文中宋" w:hAnsi="华文中宋" w:eastAsia="华文中宋"/>
          <w:b w:val="0"/>
          <w:bCs/>
          <w:u w:val="none"/>
          <w:lang w:val="en-US" w:eastAsia="zh-CN"/>
        </w:rPr>
        <w:t xml:space="preserve">                             申报日期</w:t>
      </w:r>
      <w:r>
        <w:rPr>
          <w:rFonts w:hint="eastAsia" w:ascii="华文中宋" w:hAnsi="华文中宋" w:eastAsia="华文中宋"/>
          <w:b w:val="0"/>
          <w:bCs/>
          <w:u w:val="single"/>
          <w:lang w:val="en-US" w:eastAsia="zh-CN"/>
        </w:rPr>
        <w:t>2018.05.05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497"/>
        <w:gridCol w:w="1815"/>
        <w:gridCol w:w="705"/>
        <w:gridCol w:w="555"/>
        <w:gridCol w:w="255"/>
        <w:gridCol w:w="1161"/>
        <w:gridCol w:w="204"/>
        <w:gridCol w:w="816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莫妮妹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女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汉</w:t>
            </w:r>
          </w:p>
        </w:tc>
        <w:tc>
          <w:tcPr>
            <w:tcW w:w="170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81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201622010220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436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中共预备党员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年级班级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16级食工2班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所属支部</w:t>
            </w:r>
          </w:p>
        </w:tc>
        <w:tc>
          <w:tcPr>
            <w:tcW w:w="2436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本科生食品科学与工程第一党支部</w:t>
            </w:r>
          </w:p>
        </w:tc>
        <w:tc>
          <w:tcPr>
            <w:tcW w:w="170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2" w:hRule="exact"/>
        </w:trPr>
        <w:tc>
          <w:tcPr>
            <w:tcW w:w="1265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33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15813306918 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有无挂科、违规违纪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有（ ）  无（√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exact"/>
        </w:trPr>
        <w:tc>
          <w:tcPr>
            <w:tcW w:w="8480" w:type="dxa"/>
            <w:gridSpan w:val="10"/>
            <w:vAlign w:val="center"/>
          </w:tcPr>
          <w:p>
            <w:pPr>
              <w:ind w:firstLine="1200" w:firstLineChars="5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上一学年学分绩点/平均成绩：3.94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exact"/>
        </w:trPr>
        <w:tc>
          <w:tcPr>
            <w:tcW w:w="8480" w:type="dxa"/>
            <w:gridSpan w:val="1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个人申请理由简述（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请详述符合社区党员之星标准的相关内容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8480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firstLine="0"/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（1）认真学习，不断反思。在校期间认真学习领悟马克思主义列宁思想、毛泽东思想、邓小平理论等重要指导思想，注意时事新闻的关注与思考；能够认真学习专业文化知识，积极参与学术竞赛，如丁颖杯、</w:t>
            </w:r>
            <w:r>
              <w:rPr>
                <w:rFonts w:hint="eastAsia" w:ascii="仿宋_GB2312" w:hAnsi="仿宋_GB2312" w:cs="仿宋_GB2312"/>
                <w:lang w:eastAsia="zh-CN"/>
              </w:rPr>
              <w:t>目前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主持一项大学生创新创业计划，无违纪、违规、挂科等现象。上学年的平均绩点为3.94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（2）勤于志愿，奉献自我。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四月的志愿时为21小时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，在校期间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志愿总时长达2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0小时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。坚持志愿传承与影响，积极组织自强小组、班级同学参与社区的志愿服务如启林自管会收书活动、单车清理等，为同学们营造一个良好整洁的生活、学习环境。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而这也是当代大学生奉献自己、服务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他人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，实现自我价值的一种体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现。</w:t>
            </w:r>
          </w:p>
          <w:p>
            <w:pPr>
              <w:spacing w:after="0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（3）友爱同学，吃苦耐劳。一个人的优秀不是真的优秀，一群人的优秀才是真的优秀！本学期共进行了4次双周评，所在宿舍获得了3次优秀宿舍称号，无不合格记录。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在宿舍里我主动做好卫生工作，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除了每周清理厕所外还积极帮助舍友打扫卫生，做好宿舍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整体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卫生工作，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为舍友和自己营造一个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美丽温馨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的学习生活环境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，得到了舍友的充分肯定。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（4）敢于建言，承上传下。主动参与社区建设，为学校社区工作建言献策，做好学校与普通同学之间的沟通桥梁。在下设地桩、启林南围城等方面，从学校的层面考虑，为有疑惑的同学进行讲解，让他们明白学校这么做的根本原因还是为了学生安全着想，我们要从大局思考，切勿因对个人造成不便而发出各种舆论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（5）积极组织、参与社区党建活动，例如对社区同学进行学习思想一对一的帮扶、参与学习习近平总书记重要讲话精神等，在推动社区党建工作方面有一定的贡献。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在学习，工作，生活，志愿等方面做了一定的模范先锋作用！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5040" w:firstLineChars="2100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申请人签字：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日期：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0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560" w:firstLineChars="19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</w:p>
          <w:p>
            <w:pPr>
              <w:ind w:firstLine="3840" w:firstLineChars="16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党支部书记签字</w:t>
            </w:r>
            <w:r>
              <w:rPr>
                <w:rFonts w:hint="eastAsia" w:ascii="仿宋_GB2312" w:hAnsi="仿宋_GB2312" w:eastAsia="仿宋_GB2312" w:cs="仿宋_GB2312"/>
              </w:rPr>
              <w:t>：</w:t>
            </w: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768" w:type="dxa"/>
            <w:tcBorders>
              <w:bottom w:val="single" w:color="auto" w:sz="4" w:space="0"/>
            </w:tcBorders>
            <w:vAlign w:val="center"/>
          </w:tcPr>
          <w:p>
            <w:pPr>
              <w:ind w:firstLine="240" w:firstLineChars="100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委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ind w:firstLine="4320" w:firstLineChars="180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>
            <w:pPr>
              <w:ind w:firstLine="4800" w:firstLineChars="200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0574E"/>
    <w:rsid w:val="6D535020"/>
    <w:rsid w:val="7110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50996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2018-05-07T14:32:00Z</dcterms:created>
  <dc:creator>玉米</dc:creator>
  <cp:lastModifiedBy>玉米</cp:lastModifiedBy>
  <dcterms:modified xsi:type="dcterms:W3CDTF">2018-05-07T14:57:58Z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